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36" w:rsidRPr="00852E36" w:rsidRDefault="00E26336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 № 2</w:t>
      </w:r>
      <w:r w:rsidRPr="00852E36">
        <w:rPr>
          <w:rFonts w:ascii="Times New Roman" w:hAnsi="Times New Roman" w:cs="Times New Roman"/>
          <w:b/>
          <w:bCs/>
          <w:sz w:val="28"/>
          <w:szCs w:val="28"/>
        </w:rPr>
        <w:t xml:space="preserve"> ФЗ № 185.</w:t>
      </w:r>
    </w:p>
    <w:p w:rsidR="00E26336" w:rsidRDefault="00E26336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E26336" w:rsidRPr="003B59CE" w:rsidRDefault="00E26336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>: 6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>
        <w:rPr>
          <w:rFonts w:ascii="Times New Roman" w:hAnsi="Times New Roman" w:cs="Times New Roman"/>
          <w:sz w:val="28"/>
          <w:szCs w:val="28"/>
        </w:rPr>
        <w:t xml:space="preserve"> лот № 1</w:t>
      </w:r>
      <w:r w:rsidRPr="003B59CE">
        <w:rPr>
          <w:rFonts w:ascii="Times New Roman" w:hAnsi="Times New Roman" w:cs="Times New Roman"/>
          <w:sz w:val="28"/>
          <w:szCs w:val="28"/>
        </w:rPr>
        <w:t xml:space="preserve"> – право заключение договора подряда на выполнение следующих работ – устройство шатровой кровли.</w:t>
      </w: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Владикавказ, Пр. Коста, 262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Заказчик:</w:t>
      </w:r>
      <w:r>
        <w:rPr>
          <w:rFonts w:ascii="Times New Roman" w:hAnsi="Times New Roman" w:cs="Times New Roman"/>
          <w:sz w:val="28"/>
          <w:szCs w:val="28"/>
        </w:rPr>
        <w:t xml:space="preserve"> ТСЖ «Амонд»  Галь</w:t>
      </w:r>
      <w:r w:rsidRPr="003B59CE">
        <w:rPr>
          <w:rFonts w:ascii="Times New Roman" w:hAnsi="Times New Roman" w:cs="Times New Roman"/>
          <w:sz w:val="28"/>
          <w:szCs w:val="28"/>
        </w:rPr>
        <w:t>перина Л.А.</w:t>
      </w: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E26336" w:rsidRPr="00667DB1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2 132 160 руб.</w:t>
      </w: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</w:t>
      </w:r>
      <w:r>
        <w:rPr>
          <w:rFonts w:ascii="Times New Roman" w:hAnsi="Times New Roman" w:cs="Times New Roman"/>
          <w:sz w:val="28"/>
          <w:szCs w:val="28"/>
        </w:rPr>
        <w:t xml:space="preserve"> Джанаева, 36; 3 этаж;                 17 сентября</w:t>
      </w:r>
      <w:r w:rsidRPr="003B59CE">
        <w:rPr>
          <w:rFonts w:ascii="Times New Roman" w:hAnsi="Times New Roman" w:cs="Times New Roman"/>
          <w:sz w:val="28"/>
          <w:szCs w:val="28"/>
        </w:rPr>
        <w:t xml:space="preserve"> 2013 г. в 09.00.</w:t>
      </w: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26336" w:rsidRPr="003B59CE" w:rsidRDefault="00E26336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26336" w:rsidRDefault="00E26336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336" w:rsidRPr="003B59CE" w:rsidRDefault="00E26336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E26336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103191"/>
    <w:rsid w:val="001A10EF"/>
    <w:rsid w:val="001F1AB0"/>
    <w:rsid w:val="003B59CE"/>
    <w:rsid w:val="004E3488"/>
    <w:rsid w:val="005E6B45"/>
    <w:rsid w:val="00667DB1"/>
    <w:rsid w:val="006C3FC1"/>
    <w:rsid w:val="00766B56"/>
    <w:rsid w:val="007B7B15"/>
    <w:rsid w:val="007D5F47"/>
    <w:rsid w:val="00852E36"/>
    <w:rsid w:val="008C028E"/>
    <w:rsid w:val="00957A8C"/>
    <w:rsid w:val="00972053"/>
    <w:rsid w:val="00A70189"/>
    <w:rsid w:val="00AF492D"/>
    <w:rsid w:val="00C91E33"/>
    <w:rsid w:val="00D37760"/>
    <w:rsid w:val="00DE1F7A"/>
    <w:rsid w:val="00E26336"/>
    <w:rsid w:val="00E37C16"/>
    <w:rsid w:val="00FC3688"/>
    <w:rsid w:val="00FE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F7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165</Words>
  <Characters>945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9</cp:revision>
  <dcterms:created xsi:type="dcterms:W3CDTF">2013-08-30T11:35:00Z</dcterms:created>
  <dcterms:modified xsi:type="dcterms:W3CDTF">2013-08-24T08:53:00Z</dcterms:modified>
</cp:coreProperties>
</file>