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AB" w:rsidRDefault="004C73AB" w:rsidP="004B6E9A">
      <w:pPr>
        <w:spacing w:after="0" w:line="240" w:lineRule="auto"/>
        <w:ind w:right="135" w:firstLine="4962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</w:p>
    <w:p w:rsidR="004C73AB" w:rsidRPr="008B4E15" w:rsidRDefault="004C73AB" w:rsidP="004B6E9A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31.10.2017г.  №1413</w:t>
      </w:r>
    </w:p>
    <w:p w:rsidR="004C73AB" w:rsidRPr="008B4E15" w:rsidRDefault="004C73AB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C73AB" w:rsidRPr="008D1C7E" w:rsidRDefault="004C73AB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№09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4C73AB" w:rsidRPr="008D1C7E" w:rsidRDefault="004C73AB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C73AB" w:rsidRPr="008D1C7E" w:rsidRDefault="004C73AB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4C73AB" w:rsidRPr="008D1C7E" w:rsidRDefault="004C73AB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4C73AB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4C73AB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4C73AB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4C73AB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4C73AB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4C73AB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73AB" w:rsidRPr="008D1C7E" w:rsidRDefault="004C73AB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4C73AB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4C73AB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4C73AB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4C73AB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4C73AB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73AB" w:rsidRPr="008D1C7E" w:rsidRDefault="004C73AB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4C73AB" w:rsidRPr="008D1C7E" w:rsidRDefault="004C73AB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4C73AB" w:rsidRPr="008D1C7E" w:rsidRDefault="004C73AB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4C73AB" w:rsidRPr="008D1C7E" w:rsidRDefault="004C73AB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4C73AB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0A79C8"/>
    <w:rsid w:val="001018BF"/>
    <w:rsid w:val="00156492"/>
    <w:rsid w:val="00161079"/>
    <w:rsid w:val="002E37ED"/>
    <w:rsid w:val="00305E23"/>
    <w:rsid w:val="00330A58"/>
    <w:rsid w:val="00411DD2"/>
    <w:rsid w:val="004B6E9A"/>
    <w:rsid w:val="004B7A58"/>
    <w:rsid w:val="004C73AB"/>
    <w:rsid w:val="004E3B56"/>
    <w:rsid w:val="004F3DAA"/>
    <w:rsid w:val="00576DC0"/>
    <w:rsid w:val="006154A9"/>
    <w:rsid w:val="006179CD"/>
    <w:rsid w:val="00704594"/>
    <w:rsid w:val="007168F2"/>
    <w:rsid w:val="007A2E84"/>
    <w:rsid w:val="007D61C5"/>
    <w:rsid w:val="007E0D96"/>
    <w:rsid w:val="00842306"/>
    <w:rsid w:val="008B12EE"/>
    <w:rsid w:val="008B1A4A"/>
    <w:rsid w:val="008B4E15"/>
    <w:rsid w:val="008D1C7E"/>
    <w:rsid w:val="009D3503"/>
    <w:rsid w:val="00A2496B"/>
    <w:rsid w:val="00A62AA7"/>
    <w:rsid w:val="00B51C86"/>
    <w:rsid w:val="00B65109"/>
    <w:rsid w:val="00BA0FD7"/>
    <w:rsid w:val="00BC1791"/>
    <w:rsid w:val="00BD135D"/>
    <w:rsid w:val="00C059E0"/>
    <w:rsid w:val="00C43BBE"/>
    <w:rsid w:val="00C7056C"/>
    <w:rsid w:val="00D671AB"/>
    <w:rsid w:val="00DF4FA4"/>
    <w:rsid w:val="00E71DE3"/>
    <w:rsid w:val="00FE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536</Words>
  <Characters>3057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4</cp:revision>
  <cp:lastPrinted>2017-04-27T12:12:00Z</cp:lastPrinted>
  <dcterms:created xsi:type="dcterms:W3CDTF">2017-10-31T10:23:00Z</dcterms:created>
  <dcterms:modified xsi:type="dcterms:W3CDTF">2017-10-31T13:19:00Z</dcterms:modified>
</cp:coreProperties>
</file>